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4B2" w:rsidRDefault="005704B2" w:rsidP="00D34B45">
      <w:pPr>
        <w:ind w:firstLine="720"/>
        <w:rPr>
          <w:rFonts w:ascii="Forte" w:hAnsi="Forte"/>
          <w:sz w:val="96"/>
          <w:szCs w:val="9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alt="MCj03223410000[1]" style="position:absolute;left:0;text-align:left;margin-left:396pt;margin-top:-36pt;width:84.1pt;height:90pt;z-index:-251658240;visibility:visible">
            <v:imagedata r:id="rId6" o:title=""/>
          </v:shape>
        </w:pict>
      </w:r>
      <w:r w:rsidRPr="00551A2A">
        <w:rPr>
          <w:rFonts w:ascii="Forte" w:hAnsi="Forte"/>
          <w:sz w:val="96"/>
          <w:szCs w:val="96"/>
        </w:rPr>
        <w:t>Please Do Now</w:t>
      </w:r>
    </w:p>
    <w:p w:rsidR="005704B2" w:rsidRDefault="005704B2" w:rsidP="00551A2A">
      <w:pPr>
        <w:jc w:val="center"/>
        <w:rPr>
          <w:rFonts w:ascii="Comic Sans MS" w:hAnsi="Comic Sans MS"/>
        </w:rPr>
      </w:pPr>
    </w:p>
    <w:p w:rsidR="005704B2" w:rsidRDefault="005704B2" w:rsidP="00210B04">
      <w:pPr>
        <w:jc w:val="center"/>
        <w:rPr>
          <w:rFonts w:ascii="Comic Sans MS" w:hAnsi="Comic Sans MS"/>
          <w:sz w:val="32"/>
          <w:szCs w:val="32"/>
        </w:rPr>
      </w:pPr>
    </w:p>
    <w:p w:rsidR="005704B2" w:rsidRPr="00F66A3B" w:rsidRDefault="005704B2" w:rsidP="00210B04">
      <w:pPr>
        <w:jc w:val="center"/>
        <w:rPr>
          <w:rFonts w:ascii="Comic Sans MS" w:hAnsi="Comic Sans MS"/>
          <w:sz w:val="32"/>
          <w:szCs w:val="32"/>
        </w:rPr>
      </w:pPr>
      <w:r w:rsidRPr="00F66A3B">
        <w:rPr>
          <w:rFonts w:ascii="Comic Sans MS" w:hAnsi="Comic Sans MS"/>
          <w:sz w:val="32"/>
          <w:szCs w:val="32"/>
        </w:rPr>
        <w:t>What does literacy look like in the math classroom?  Write at least five lines.</w:t>
      </w:r>
    </w:p>
    <w:sectPr w:rsidR="005704B2" w:rsidRPr="00F66A3B" w:rsidSect="00D34B45">
      <w:footerReference w:type="default" r:id="rId7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4B2" w:rsidRDefault="005704B2">
      <w:r>
        <w:separator/>
      </w:r>
    </w:p>
  </w:endnote>
  <w:endnote w:type="continuationSeparator" w:id="0">
    <w:p w:rsidR="005704B2" w:rsidRDefault="00570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B2" w:rsidRPr="00894C7D" w:rsidRDefault="005704B2" w:rsidP="00894C7D">
    <w:pPr>
      <w:pStyle w:val="Footer"/>
      <w:jc w:val="center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>Mrs. Hartsock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4B2" w:rsidRDefault="005704B2">
      <w:r>
        <w:separator/>
      </w:r>
    </w:p>
  </w:footnote>
  <w:footnote w:type="continuationSeparator" w:id="0">
    <w:p w:rsidR="005704B2" w:rsidRDefault="005704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1A2A"/>
    <w:rsid w:val="00003480"/>
    <w:rsid w:val="0003296E"/>
    <w:rsid w:val="0003466B"/>
    <w:rsid w:val="000D1E86"/>
    <w:rsid w:val="00100885"/>
    <w:rsid w:val="0015657D"/>
    <w:rsid w:val="00196116"/>
    <w:rsid w:val="00210B04"/>
    <w:rsid w:val="00295CC0"/>
    <w:rsid w:val="003878B6"/>
    <w:rsid w:val="00426A47"/>
    <w:rsid w:val="00454B1A"/>
    <w:rsid w:val="004E3511"/>
    <w:rsid w:val="00551A2A"/>
    <w:rsid w:val="005704B2"/>
    <w:rsid w:val="005D0405"/>
    <w:rsid w:val="006E65CB"/>
    <w:rsid w:val="00894C7D"/>
    <w:rsid w:val="008C7A80"/>
    <w:rsid w:val="008F6567"/>
    <w:rsid w:val="009E3351"/>
    <w:rsid w:val="00B4710B"/>
    <w:rsid w:val="00C93C13"/>
    <w:rsid w:val="00CD30D1"/>
    <w:rsid w:val="00D34B45"/>
    <w:rsid w:val="00D574D2"/>
    <w:rsid w:val="00E61CEA"/>
    <w:rsid w:val="00EF34E1"/>
    <w:rsid w:val="00F66A3B"/>
    <w:rsid w:val="00FB4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8B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4C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080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94C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080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</Words>
  <Characters>83</Characters>
  <Application>Microsoft Office Outlook</Application>
  <DocSecurity>0</DocSecurity>
  <Lines>0</Lines>
  <Paragraphs>0</Paragraphs>
  <ScaleCrop>false</ScaleCrop>
  <Company>bellwood antis school dist.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Do Now</dc:title>
  <dc:subject/>
  <dc:creator>lah</dc:creator>
  <cp:keywords/>
  <dc:description/>
  <cp:lastModifiedBy>Ken</cp:lastModifiedBy>
  <cp:revision>2</cp:revision>
  <cp:lastPrinted>2006-05-01T19:09:00Z</cp:lastPrinted>
  <dcterms:created xsi:type="dcterms:W3CDTF">2015-09-22T22:44:00Z</dcterms:created>
  <dcterms:modified xsi:type="dcterms:W3CDTF">2015-09-22T22:44:00Z</dcterms:modified>
</cp:coreProperties>
</file>