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B6" w:rsidRDefault="00EE74B6" w:rsidP="0051570D">
      <w:pPr>
        <w:jc w:val="center"/>
        <w:rPr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alt="PIIC_Logo_tag" style="position:absolute;left:0;text-align:left;margin-left:207pt;margin-top:18pt;width:58.85pt;height:50.25pt;z-index:251658240;visibility:visible;mso-position-horizontal-relative:left-margin-area">
            <v:imagedata r:id="rId4" o:title="" blacklevel="3932f"/>
            <w10:wrap anchorx="margin"/>
          </v:shape>
        </w:pict>
      </w:r>
      <w:r w:rsidRPr="0051570D">
        <w:rPr>
          <w:sz w:val="40"/>
          <w:szCs w:val="40"/>
        </w:rPr>
        <w:t>Welcome to</w:t>
      </w:r>
      <w:r>
        <w:rPr>
          <w:sz w:val="40"/>
          <w:szCs w:val="40"/>
        </w:rPr>
        <w:t xml:space="preserve"> PIIC!</w:t>
      </w:r>
    </w:p>
    <w:p w:rsidR="00EE74B6" w:rsidRDefault="00EE74B6" w:rsidP="0051570D">
      <w:pPr>
        <w:jc w:val="center"/>
        <w:rPr>
          <w:sz w:val="40"/>
          <w:szCs w:val="40"/>
        </w:rPr>
      </w:pPr>
    </w:p>
    <w:p w:rsidR="00EE74B6" w:rsidRPr="00FF5ABA" w:rsidRDefault="00EE74B6" w:rsidP="0051570D">
      <w:pPr>
        <w:jc w:val="center"/>
        <w:rPr>
          <w:sz w:val="32"/>
          <w:szCs w:val="32"/>
        </w:rPr>
      </w:pPr>
      <w:r w:rsidRPr="00FF5ABA">
        <w:rPr>
          <w:sz w:val="32"/>
          <w:szCs w:val="32"/>
        </w:rPr>
        <w:t>IU8 Coaching Workshop</w:t>
      </w:r>
    </w:p>
    <w:p w:rsidR="00EE74B6" w:rsidRPr="00FF5ABA" w:rsidRDefault="00EE74B6" w:rsidP="0051570D">
      <w:pPr>
        <w:jc w:val="center"/>
        <w:rPr>
          <w:sz w:val="32"/>
          <w:szCs w:val="32"/>
        </w:rPr>
      </w:pPr>
      <w:r w:rsidRPr="00FF5ABA">
        <w:rPr>
          <w:sz w:val="32"/>
          <w:szCs w:val="32"/>
        </w:rPr>
        <w:t>September 13, 2014</w:t>
      </w:r>
    </w:p>
    <w:p w:rsidR="00EE74B6" w:rsidRPr="00FF5ABA" w:rsidRDefault="00EE74B6" w:rsidP="0051570D">
      <w:pPr>
        <w:jc w:val="center"/>
        <w:rPr>
          <w:sz w:val="24"/>
          <w:szCs w:val="24"/>
        </w:rPr>
      </w:pPr>
    </w:p>
    <w:p w:rsidR="00EE74B6" w:rsidRPr="00FF5ABA" w:rsidRDefault="00EE74B6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Taking Care of Business!</w:t>
      </w:r>
    </w:p>
    <w:p w:rsidR="00EE74B6" w:rsidRPr="00FF5ABA" w:rsidRDefault="00EE74B6" w:rsidP="0051570D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</w:t>
      </w:r>
      <w:hyperlink r:id="rId5" w:history="1">
        <w:r w:rsidRPr="00FF5ABA">
          <w:rPr>
            <w:rStyle w:val="Hyperlink"/>
            <w:sz w:val="24"/>
            <w:szCs w:val="24"/>
          </w:rPr>
          <w:t>www.thefacultyroom.wikispaces.com</w:t>
        </w:r>
      </w:hyperlink>
    </w:p>
    <w:p w:rsidR="00EE74B6" w:rsidRPr="00FF5ABA" w:rsidRDefault="00EE74B6" w:rsidP="00FF5ABA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 sign in for Act 48 hours and coaching directory</w:t>
      </w:r>
    </w:p>
    <w:p w:rsidR="00EE74B6" w:rsidRPr="00FF5ABA" w:rsidRDefault="00EE74B6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Please Do Now</w:t>
      </w:r>
    </w:p>
    <w:p w:rsidR="00EE74B6" w:rsidRPr="00FF5ABA" w:rsidRDefault="00EE74B6" w:rsidP="00FF5ABA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***Ticket in the Door</w:t>
      </w:r>
    </w:p>
    <w:p w:rsidR="00EE74B6" w:rsidRPr="00FF5ABA" w:rsidRDefault="00EE74B6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Formative Assessment</w:t>
      </w:r>
    </w:p>
    <w:p w:rsidR="00EE74B6" w:rsidRPr="00FF5ABA" w:rsidRDefault="00EE74B6" w:rsidP="00FF5ABA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***Four Corners-song sort</w:t>
      </w:r>
    </w:p>
    <w:p w:rsidR="00EE74B6" w:rsidRPr="00FF5ABA" w:rsidRDefault="00EE74B6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Danielson’s Framework for Teaching</w:t>
      </w:r>
    </w:p>
    <w:p w:rsidR="00EE74B6" w:rsidRPr="00FF5ABA" w:rsidRDefault="00EE74B6" w:rsidP="00FF5ABA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 How to determine your coaching focus</w:t>
      </w:r>
    </w:p>
    <w:p w:rsidR="00EE74B6" w:rsidRPr="00FF5ABA" w:rsidRDefault="00EE74B6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Jigsaw Three Principles of Coaching</w:t>
      </w:r>
    </w:p>
    <w:p w:rsidR="00EE74B6" w:rsidRPr="00FF5ABA" w:rsidRDefault="00EE74B6" w:rsidP="00FF5ABA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***Save the Last Word for Me!</w:t>
      </w:r>
    </w:p>
    <w:p w:rsidR="00EE74B6" w:rsidRPr="00FF5ABA" w:rsidRDefault="00EE74B6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Words to Actions</w:t>
      </w:r>
    </w:p>
    <w:p w:rsidR="00EE74B6" w:rsidRPr="00FF5ABA" w:rsidRDefault="00EE74B6" w:rsidP="00FF5ABA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***Graffiti placemats</w:t>
      </w:r>
    </w:p>
    <w:p w:rsidR="00EE74B6" w:rsidRPr="00FF5ABA" w:rsidRDefault="00EE74B6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Voices from the Field</w:t>
      </w:r>
    </w:p>
    <w:p w:rsidR="00EE74B6" w:rsidRPr="00FF5ABA" w:rsidRDefault="00EE74B6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Time for Lunch!</w:t>
      </w:r>
    </w:p>
    <w:p w:rsidR="00EE74B6" w:rsidRPr="00FF5ABA" w:rsidRDefault="00EE74B6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Professional Learning Communities</w:t>
      </w:r>
    </w:p>
    <w:p w:rsidR="00EE74B6" w:rsidRPr="00FF5ABA" w:rsidRDefault="00EE74B6" w:rsidP="00FF5ABA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***Assessment survey for coaches</w:t>
      </w:r>
    </w:p>
    <w:p w:rsidR="00EE74B6" w:rsidRPr="00FF5ABA" w:rsidRDefault="00EE74B6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SMARTS goals</w:t>
      </w:r>
    </w:p>
    <w:p w:rsidR="00EE74B6" w:rsidRPr="00FF5ABA" w:rsidRDefault="00EE74B6" w:rsidP="00FF5ABA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 action planning</w:t>
      </w:r>
    </w:p>
    <w:p w:rsidR="00EE74B6" w:rsidRPr="00FF5ABA" w:rsidRDefault="00EE74B6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Ticket out the Door</w:t>
      </w:r>
    </w:p>
    <w:p w:rsidR="00EE74B6" w:rsidRPr="00FF5ABA" w:rsidRDefault="00EE74B6" w:rsidP="00FF5ABA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***Give One and Get One</w:t>
      </w:r>
    </w:p>
    <w:p w:rsidR="00EE74B6" w:rsidRPr="0051570D" w:rsidRDefault="00EE74B6" w:rsidP="00FF5ABA">
      <w:pPr>
        <w:ind w:firstLine="720"/>
        <w:rPr>
          <w:sz w:val="28"/>
          <w:szCs w:val="28"/>
        </w:rPr>
      </w:pPr>
    </w:p>
    <w:p w:rsidR="00EE74B6" w:rsidRPr="0051570D" w:rsidRDefault="00EE74B6" w:rsidP="0051570D">
      <w:pPr>
        <w:jc w:val="center"/>
        <w:rPr>
          <w:sz w:val="40"/>
          <w:szCs w:val="40"/>
        </w:rPr>
      </w:pPr>
    </w:p>
    <w:sectPr w:rsidR="00EE74B6" w:rsidRPr="0051570D" w:rsidSect="004A56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70D"/>
    <w:rsid w:val="004A5613"/>
    <w:rsid w:val="0051570D"/>
    <w:rsid w:val="005168EB"/>
    <w:rsid w:val="00782403"/>
    <w:rsid w:val="00CE77BF"/>
    <w:rsid w:val="00D44A9C"/>
    <w:rsid w:val="00EE74B6"/>
    <w:rsid w:val="00FF5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613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1570D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hefacultyroom.wikispaces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101</Words>
  <Characters>578</Characters>
  <Application>Microsoft Office Outlook</Application>
  <DocSecurity>0</DocSecurity>
  <Lines>0</Lines>
  <Paragraphs>0</Paragraphs>
  <ScaleCrop>false</ScaleCrop>
  <Company>Bellwood-Antis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Welcome to PIIC</dc:title>
  <dc:subject/>
  <dc:creator>Diane I. Hubona</dc:creator>
  <cp:keywords/>
  <dc:description/>
  <cp:lastModifiedBy>Ken</cp:lastModifiedBy>
  <cp:revision>2</cp:revision>
  <cp:lastPrinted>2013-09-11T21:50:00Z</cp:lastPrinted>
  <dcterms:created xsi:type="dcterms:W3CDTF">2013-09-11T21:50:00Z</dcterms:created>
  <dcterms:modified xsi:type="dcterms:W3CDTF">2013-09-11T21:50:00Z</dcterms:modified>
</cp:coreProperties>
</file>